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744818">
        <w:trPr>
          <w:trHeight w:val="1134"/>
        </w:trPr>
        <w:tc>
          <w:tcPr>
            <w:tcW w:w="9815" w:type="dxa"/>
            <w:gridSpan w:val="5"/>
          </w:tcPr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7166CA" w:rsidRPr="00744818" w:rsidRDefault="007166CA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</w:tc>
      </w:tr>
      <w:tr w:rsidR="0085764D" w:rsidTr="00744818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744818" w:rsidRDefault="0085764D" w:rsidP="00744818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744818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94ED6" w:rsidP="0015534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757FEF">
              <w:instrText xml:space="preserve"> FORMTEXT </w:instrText>
            </w:r>
            <w:r>
              <w:fldChar w:fldCharType="separate"/>
            </w:r>
            <w:r w:rsidR="00155340">
              <w:t> </w:t>
            </w:r>
            <w:r w:rsidR="00155340">
              <w:t> </w:t>
            </w:r>
            <w:r w:rsidR="00155340">
              <w:t> </w:t>
            </w:r>
            <w:r w:rsidR="00155340">
              <w:t> </w:t>
            </w:r>
            <w:r w:rsidR="00155340">
              <w:t> 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744818"/>
        </w:tc>
        <w:tc>
          <w:tcPr>
            <w:tcW w:w="2268" w:type="dxa"/>
            <w:gridSpan w:val="2"/>
            <w:vAlign w:val="bottom"/>
          </w:tcPr>
          <w:p w:rsidR="0085764D" w:rsidRDefault="00994ED6" w:rsidP="0074481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85764D">
              <w:instrText xml:space="preserve"> FORMTEXT </w:instrText>
            </w:r>
            <w:r>
              <w:fldChar w:fldCharType="separate"/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764D" w:rsidTr="00744818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744818"/>
        </w:tc>
      </w:tr>
      <w:tr w:rsidR="0085764D" w:rsidTr="00744818">
        <w:trPr>
          <w:trHeight w:val="826"/>
        </w:trPr>
        <w:tc>
          <w:tcPr>
            <w:tcW w:w="1951" w:type="dxa"/>
          </w:tcPr>
          <w:p w:rsidR="0085764D" w:rsidRDefault="0085764D" w:rsidP="00744818"/>
        </w:tc>
        <w:tc>
          <w:tcPr>
            <w:tcW w:w="6095" w:type="dxa"/>
            <w:gridSpan w:val="3"/>
          </w:tcPr>
          <w:p w:rsidR="00AC2FF2" w:rsidRPr="00AC2FF2" w:rsidRDefault="00994ED6" w:rsidP="00AC2FF2">
            <w:pPr>
              <w:jc w:val="center"/>
              <w:rPr>
                <w:b/>
              </w:rPr>
            </w:pPr>
            <w:r w:rsidRPr="00744818">
              <w:rPr>
                <w:b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" w:name="ТекстовоеПоле23"/>
            <w:r w:rsidR="00757FEF" w:rsidRPr="00744818">
              <w:rPr>
                <w:b/>
              </w:rPr>
              <w:instrText xml:space="preserve"> FORMTEXT </w:instrText>
            </w:r>
            <w:r w:rsidRPr="00744818">
              <w:rPr>
                <w:b/>
              </w:rPr>
            </w:r>
            <w:r w:rsidRPr="00744818">
              <w:rPr>
                <w:b/>
              </w:rPr>
              <w:fldChar w:fldCharType="separate"/>
            </w:r>
            <w:r w:rsidR="00AC2FF2" w:rsidRPr="00AC2FF2">
              <w:rPr>
                <w:b/>
              </w:rPr>
              <w:t>О внесении изменени</w:t>
            </w:r>
            <w:r w:rsidR="008E375E">
              <w:rPr>
                <w:b/>
              </w:rPr>
              <w:t>й</w:t>
            </w:r>
            <w:r w:rsidR="00AC2FF2" w:rsidRPr="00AC2FF2">
              <w:rPr>
                <w:b/>
              </w:rPr>
              <w:t xml:space="preserve"> в краткосрочный план реализации региональной программы капитального ремонта общего имущества в многоквартирных домах, расположенных на территории Нижегородской области, </w:t>
            </w:r>
          </w:p>
          <w:p w:rsidR="008E375E" w:rsidRDefault="00AC2FF2" w:rsidP="00AC2FF2">
            <w:pPr>
              <w:jc w:val="center"/>
              <w:rPr>
                <w:b/>
              </w:rPr>
            </w:pPr>
            <w:r w:rsidRPr="00AC2FF2">
              <w:rPr>
                <w:b/>
              </w:rPr>
              <w:t>на 202</w:t>
            </w:r>
            <w:r>
              <w:rPr>
                <w:b/>
              </w:rPr>
              <w:t>0</w:t>
            </w:r>
            <w:r w:rsidRPr="00AC2FF2">
              <w:rPr>
                <w:b/>
              </w:rPr>
              <w:t xml:space="preserve"> - 202</w:t>
            </w:r>
            <w:r>
              <w:rPr>
                <w:b/>
              </w:rPr>
              <w:t>2</w:t>
            </w:r>
            <w:r w:rsidRPr="00AC2FF2">
              <w:rPr>
                <w:b/>
              </w:rPr>
              <w:t xml:space="preserve"> годы, утвержденный приказом министерства энергетики и жилищно-коммунального хозяйства </w:t>
            </w:r>
          </w:p>
          <w:p w:rsidR="008E375E" w:rsidRDefault="00AC2FF2" w:rsidP="00AC2FF2">
            <w:pPr>
              <w:jc w:val="center"/>
              <w:rPr>
                <w:b/>
              </w:rPr>
            </w:pPr>
            <w:r w:rsidRPr="00AC2FF2">
              <w:rPr>
                <w:b/>
              </w:rPr>
              <w:t xml:space="preserve">Нижегородской области </w:t>
            </w:r>
          </w:p>
          <w:p w:rsidR="0085764D" w:rsidRPr="00744818" w:rsidRDefault="00AC2FF2" w:rsidP="00AC2FF2">
            <w:pPr>
              <w:jc w:val="center"/>
              <w:rPr>
                <w:b/>
              </w:rPr>
            </w:pPr>
            <w:r w:rsidRPr="00AC2FF2">
              <w:rPr>
                <w:b/>
              </w:rPr>
              <w:t xml:space="preserve">от </w:t>
            </w:r>
            <w:r>
              <w:rPr>
                <w:b/>
              </w:rPr>
              <w:t>26</w:t>
            </w:r>
            <w:r w:rsidRPr="00AC2FF2">
              <w:rPr>
                <w:b/>
              </w:rPr>
              <w:t xml:space="preserve"> сентября 20</w:t>
            </w:r>
            <w:r>
              <w:rPr>
                <w:b/>
              </w:rPr>
              <w:t>19</w:t>
            </w:r>
            <w:r w:rsidRPr="00AC2FF2">
              <w:rPr>
                <w:b/>
              </w:rPr>
              <w:t xml:space="preserve"> г.</w:t>
            </w:r>
            <w:r>
              <w:rPr>
                <w:b/>
              </w:rPr>
              <w:t xml:space="preserve"> </w:t>
            </w:r>
            <w:r w:rsidRPr="00AC2FF2">
              <w:rPr>
                <w:b/>
              </w:rPr>
              <w:t>№ 329-</w:t>
            </w:r>
            <w:r>
              <w:rPr>
                <w:b/>
              </w:rPr>
              <w:t>59</w:t>
            </w:r>
            <w:r w:rsidRPr="00AC2FF2">
              <w:rPr>
                <w:b/>
              </w:rPr>
              <w:t>/</w:t>
            </w:r>
            <w:r>
              <w:rPr>
                <w:b/>
              </w:rPr>
              <w:t>19П/</w:t>
            </w:r>
            <w:r w:rsidR="00155340" w:rsidRPr="00155340">
              <w:rPr>
                <w:b/>
                <w:noProof/>
              </w:rPr>
              <w:t>од</w:t>
            </w:r>
            <w:r w:rsidR="00994ED6" w:rsidRPr="00744818">
              <w:rPr>
                <w:b/>
              </w:rP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744818"/>
        </w:tc>
      </w:tr>
    </w:tbl>
    <w:p w:rsidR="0085764D" w:rsidRDefault="0085764D" w:rsidP="0085764D">
      <w:pPr>
        <w:sectPr w:rsidR="0085764D" w:rsidSect="000E34F9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72708" w:rsidRDefault="00272708" w:rsidP="00155340">
      <w:pPr>
        <w:spacing w:line="360" w:lineRule="auto"/>
        <w:ind w:firstLine="709"/>
        <w:jc w:val="both"/>
        <w:rPr>
          <w:szCs w:val="28"/>
        </w:rPr>
      </w:pPr>
    </w:p>
    <w:p w:rsidR="00155340" w:rsidRDefault="00155340" w:rsidP="00155340">
      <w:pPr>
        <w:spacing w:line="360" w:lineRule="auto"/>
        <w:ind w:firstLine="709"/>
        <w:jc w:val="both"/>
        <w:rPr>
          <w:szCs w:val="28"/>
        </w:rPr>
      </w:pPr>
    </w:p>
    <w:p w:rsidR="007C625F" w:rsidRPr="001D6129" w:rsidRDefault="00720BE5" w:rsidP="001D6129">
      <w:pPr>
        <w:spacing w:line="360" w:lineRule="auto"/>
        <w:ind w:firstLine="709"/>
        <w:jc w:val="both"/>
      </w:pPr>
      <w:r w:rsidRPr="00051B97">
        <w:rPr>
          <w:szCs w:val="28"/>
        </w:rPr>
        <w:t xml:space="preserve">В соответствии с частями 2 и 4 статьи 15 Закона Нижегородской области от 28 ноября 2013 г. № 159-З «Об организации проведения капитального ремонта общего имущества в многоквартирных домах, расположенных на территории Нижегородской области», </w:t>
      </w:r>
      <w:r w:rsidRPr="00611EC2">
        <w:rPr>
          <w:szCs w:val="28"/>
        </w:rPr>
        <w:t xml:space="preserve">Порядком </w:t>
      </w:r>
      <w:r w:rsidR="007C625F" w:rsidRPr="00611EC2">
        <w:rPr>
          <w:szCs w:val="28"/>
        </w:rPr>
        <w:t>подготовки и утверждения</w:t>
      </w:r>
      <w:r w:rsidRPr="00051B97">
        <w:rPr>
          <w:szCs w:val="28"/>
        </w:rPr>
        <w:t xml:space="preserve"> краткосрочных планов реализации региональной программы капитального ремонта общего имущества в многоквартирных домах, расположенных на территории Нижегородской области, утвержденным постановлением Правительства Нижегородской области от 20 июня 2014 г. № 409, </w:t>
      </w:r>
      <w:r w:rsidR="001D6129">
        <w:t>приказом министерства энергетики и ж</w:t>
      </w:r>
      <w:r w:rsidR="001F2FF5">
        <w:t>илищно-коммунального хозяйства Н</w:t>
      </w:r>
      <w:r w:rsidR="001D6129">
        <w:t xml:space="preserve">ижегородской области             </w:t>
      </w:r>
      <w:r w:rsidR="00E35F18">
        <w:t xml:space="preserve">       № 329-70/25П/од от 26 марта </w:t>
      </w:r>
      <w:r w:rsidR="001D6129">
        <w:t>2025</w:t>
      </w:r>
      <w:r w:rsidR="00E35F18">
        <w:t xml:space="preserve"> г.</w:t>
      </w:r>
      <w:r w:rsidR="001D6129">
        <w:t xml:space="preserve"> «О реализации пунктов 6 и 7 Порядка подготовки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Нижегородской области, утвержденного постановлением Правительства Нижегородской области от 20 июня 2014 г. </w:t>
      </w:r>
      <w:r w:rsidR="00D027C0">
        <w:t xml:space="preserve">                </w:t>
      </w:r>
      <w:r w:rsidR="008E375E">
        <w:t xml:space="preserve">№ 409», </w:t>
      </w:r>
      <w:r w:rsidR="008E375E" w:rsidRPr="008E375E">
        <w:rPr>
          <w:highlight w:val="yellow"/>
        </w:rPr>
        <w:t xml:space="preserve">подпунктом 5 </w:t>
      </w:r>
      <w:r w:rsidRPr="008E375E">
        <w:rPr>
          <w:szCs w:val="28"/>
          <w:highlight w:val="yellow"/>
        </w:rPr>
        <w:t>пункт</w:t>
      </w:r>
      <w:r w:rsidR="008E375E" w:rsidRPr="008E375E">
        <w:rPr>
          <w:szCs w:val="28"/>
          <w:highlight w:val="yellow"/>
        </w:rPr>
        <w:t>а 3.7.11</w:t>
      </w:r>
      <w:r w:rsidRPr="00051B97">
        <w:rPr>
          <w:szCs w:val="28"/>
        </w:rPr>
        <w:t xml:space="preserve"> Положения о министерстве энергетики и </w:t>
      </w:r>
      <w:r w:rsidRPr="00051B97">
        <w:rPr>
          <w:szCs w:val="28"/>
        </w:rPr>
        <w:lastRenderedPageBreak/>
        <w:t xml:space="preserve">жилищно-коммунального хозяйства Нижегородской области, </w:t>
      </w:r>
      <w:r w:rsidRPr="00706D11">
        <w:rPr>
          <w:szCs w:val="28"/>
        </w:rPr>
        <w:t>утвержденн</w:t>
      </w:r>
      <w:r w:rsidR="00124A24" w:rsidRPr="00706D11">
        <w:rPr>
          <w:szCs w:val="28"/>
        </w:rPr>
        <w:t>ого</w:t>
      </w:r>
      <w:r w:rsidRPr="00706D11">
        <w:rPr>
          <w:szCs w:val="28"/>
        </w:rPr>
        <w:t xml:space="preserve"> постановлением Правительства Нижегородской области от 4 мая 2016 г. № 249, </w:t>
      </w:r>
    </w:p>
    <w:p w:rsidR="00720BE5" w:rsidRPr="00706D11" w:rsidRDefault="00720BE5" w:rsidP="007C625F">
      <w:pPr>
        <w:spacing w:line="360" w:lineRule="auto"/>
        <w:jc w:val="both"/>
        <w:rPr>
          <w:szCs w:val="28"/>
        </w:rPr>
      </w:pPr>
      <w:proofErr w:type="spellStart"/>
      <w:r w:rsidRPr="00706D11">
        <w:rPr>
          <w:szCs w:val="28"/>
        </w:rPr>
        <w:t>п</w:t>
      </w:r>
      <w:proofErr w:type="spellEnd"/>
      <w:r w:rsidRPr="00706D11">
        <w:rPr>
          <w:szCs w:val="28"/>
        </w:rPr>
        <w:t xml:space="preserve"> </w:t>
      </w:r>
      <w:proofErr w:type="spellStart"/>
      <w:r w:rsidRPr="00706D11">
        <w:rPr>
          <w:szCs w:val="28"/>
        </w:rPr>
        <w:t>р</w:t>
      </w:r>
      <w:proofErr w:type="spellEnd"/>
      <w:r w:rsidRPr="00706D11">
        <w:rPr>
          <w:szCs w:val="28"/>
        </w:rPr>
        <w:t xml:space="preserve"> и к а </w:t>
      </w:r>
      <w:proofErr w:type="spellStart"/>
      <w:r w:rsidRPr="00706D11">
        <w:rPr>
          <w:szCs w:val="28"/>
        </w:rPr>
        <w:t>з</w:t>
      </w:r>
      <w:proofErr w:type="spellEnd"/>
      <w:r w:rsidRPr="00706D11">
        <w:rPr>
          <w:szCs w:val="28"/>
        </w:rPr>
        <w:t xml:space="preserve"> </w:t>
      </w:r>
      <w:proofErr w:type="spellStart"/>
      <w:r w:rsidRPr="00706D11">
        <w:rPr>
          <w:szCs w:val="28"/>
        </w:rPr>
        <w:t>ы</w:t>
      </w:r>
      <w:proofErr w:type="spellEnd"/>
      <w:r w:rsidRPr="00706D11">
        <w:rPr>
          <w:szCs w:val="28"/>
        </w:rPr>
        <w:t xml:space="preserve"> в а ю:</w:t>
      </w:r>
    </w:p>
    <w:p w:rsidR="00FA5F1C" w:rsidRPr="00A22722" w:rsidRDefault="00FA5F1C" w:rsidP="00FA5F1C">
      <w:pPr>
        <w:pStyle w:val="aa"/>
        <w:numPr>
          <w:ilvl w:val="0"/>
          <w:numId w:val="23"/>
        </w:numPr>
        <w:spacing w:line="360" w:lineRule="auto"/>
        <w:ind w:left="0" w:firstLine="710"/>
        <w:jc w:val="both"/>
        <w:rPr>
          <w:spacing w:val="-8"/>
          <w:szCs w:val="28"/>
        </w:rPr>
      </w:pPr>
      <w:r>
        <w:rPr>
          <w:spacing w:val="-8"/>
          <w:szCs w:val="28"/>
        </w:rPr>
        <w:t>В</w:t>
      </w:r>
      <w:r w:rsidRPr="00A22722">
        <w:rPr>
          <w:spacing w:val="-8"/>
          <w:szCs w:val="28"/>
        </w:rPr>
        <w:t xml:space="preserve">нести в краткосрочный план реализации региональной программы капитального ремонта общего имущества в многоквартирных домах, расположенных </w:t>
      </w:r>
      <w:r w:rsidRPr="00A22722">
        <w:rPr>
          <w:szCs w:val="28"/>
        </w:rPr>
        <w:t>на территории Нижегородской области, на 202</w:t>
      </w:r>
      <w:r>
        <w:rPr>
          <w:szCs w:val="28"/>
        </w:rPr>
        <w:t>0</w:t>
      </w:r>
      <w:r w:rsidRPr="00A22722">
        <w:rPr>
          <w:szCs w:val="28"/>
        </w:rPr>
        <w:t xml:space="preserve"> - 202</w:t>
      </w:r>
      <w:r>
        <w:rPr>
          <w:szCs w:val="28"/>
        </w:rPr>
        <w:t>2</w:t>
      </w:r>
      <w:r w:rsidRPr="00A22722">
        <w:rPr>
          <w:szCs w:val="28"/>
        </w:rPr>
        <w:t xml:space="preserve"> годы, утвержденный приказом министерства энергетики и жилищно-коммунального хозяйства Нижегородской области от </w:t>
      </w:r>
      <w:r>
        <w:rPr>
          <w:szCs w:val="28"/>
        </w:rPr>
        <w:t>26</w:t>
      </w:r>
      <w:r w:rsidRPr="00A22722">
        <w:rPr>
          <w:szCs w:val="28"/>
        </w:rPr>
        <w:t xml:space="preserve"> сентября 20</w:t>
      </w:r>
      <w:r>
        <w:rPr>
          <w:szCs w:val="28"/>
        </w:rPr>
        <w:t>19</w:t>
      </w:r>
      <w:r w:rsidRPr="00A22722">
        <w:rPr>
          <w:szCs w:val="28"/>
        </w:rPr>
        <w:t xml:space="preserve"> г. № 329-</w:t>
      </w:r>
      <w:r>
        <w:rPr>
          <w:szCs w:val="28"/>
        </w:rPr>
        <w:t>5</w:t>
      </w:r>
      <w:r w:rsidRPr="00A22722">
        <w:rPr>
          <w:szCs w:val="28"/>
        </w:rPr>
        <w:t>9/</w:t>
      </w:r>
      <w:r>
        <w:rPr>
          <w:szCs w:val="28"/>
        </w:rPr>
        <w:t>19</w:t>
      </w:r>
      <w:r w:rsidRPr="00A22722">
        <w:rPr>
          <w:szCs w:val="28"/>
        </w:rPr>
        <w:t>П/од, изменени</w:t>
      </w:r>
      <w:r w:rsidR="008E375E">
        <w:rPr>
          <w:szCs w:val="28"/>
        </w:rPr>
        <w:t>я</w:t>
      </w:r>
      <w:r w:rsidRPr="00A22722">
        <w:rPr>
          <w:szCs w:val="28"/>
        </w:rPr>
        <w:t>, изложив его в новой редакции согласно приложению к настоящему приказу.</w:t>
      </w:r>
    </w:p>
    <w:p w:rsidR="00320496" w:rsidRPr="004352E1" w:rsidRDefault="00320496" w:rsidP="00320496">
      <w:pPr>
        <w:spacing w:line="360" w:lineRule="auto"/>
        <w:ind w:firstLine="709"/>
        <w:jc w:val="both"/>
      </w:pPr>
      <w:r w:rsidRPr="004352E1">
        <w:t xml:space="preserve">2. Государственному казенному учреждению «Управление по обеспечению деятельности министерства энергетики и жилищно-коммунального хозяйства Нижегородской области» (Гладкова Н.А.) и отделу правовой работы министерства энергетики и жилищно-коммунального хозяйства Нижегородской области (Тетюшина А.Ф.) обеспечить размещение настоящего приказа на официальном сайте министерства энергетики и жилищно-коммунального хозяйства Нижегородской области в информационно-телекоммуникационной сети «Интернет» в течение </w:t>
      </w:r>
      <w:r w:rsidRPr="004352E1">
        <w:rPr>
          <w:rFonts w:eastAsiaTheme="minorHAnsi"/>
          <w:szCs w:val="28"/>
          <w:lang w:eastAsia="en-US"/>
        </w:rPr>
        <w:t xml:space="preserve">десяти дней после вступления </w:t>
      </w:r>
      <w:r w:rsidRPr="004352E1">
        <w:t xml:space="preserve">его </w:t>
      </w:r>
      <w:r w:rsidRPr="004352E1">
        <w:rPr>
          <w:rFonts w:eastAsiaTheme="minorHAnsi"/>
          <w:szCs w:val="28"/>
          <w:lang w:eastAsia="en-US"/>
        </w:rPr>
        <w:t>в силу</w:t>
      </w:r>
      <w:r w:rsidRPr="004352E1">
        <w:t>.</w:t>
      </w:r>
    </w:p>
    <w:p w:rsidR="00320496" w:rsidRDefault="00320496" w:rsidP="00320496">
      <w:pPr>
        <w:spacing w:line="360" w:lineRule="auto"/>
        <w:ind w:firstLine="709"/>
        <w:jc w:val="both"/>
      </w:pPr>
      <w:r w:rsidRPr="004352E1">
        <w:t xml:space="preserve">3. Настоящий приказ вступает в силу после дня его официального опубликования и распространяет свое действие на правоотношения, возникшие </w:t>
      </w:r>
      <w:r w:rsidRPr="004352E1">
        <w:br/>
        <w:t xml:space="preserve">с 1 </w:t>
      </w:r>
      <w:r w:rsidR="00FA5F1C">
        <w:t>ноября</w:t>
      </w:r>
      <w:r w:rsidRPr="004352E1">
        <w:t xml:space="preserve"> 2025 г.</w:t>
      </w:r>
    </w:p>
    <w:p w:rsidR="002624E8" w:rsidRDefault="002624E8" w:rsidP="00155340">
      <w:pPr>
        <w:spacing w:line="360" w:lineRule="auto"/>
        <w:ind w:firstLine="709"/>
        <w:jc w:val="both"/>
      </w:pPr>
    </w:p>
    <w:p w:rsidR="00FA6147" w:rsidRDefault="00FA6147" w:rsidP="00155340">
      <w:pPr>
        <w:spacing w:line="360" w:lineRule="auto"/>
        <w:ind w:firstLine="709"/>
        <w:jc w:val="both"/>
      </w:pPr>
    </w:p>
    <w:p w:rsidR="0085764D" w:rsidRDefault="00FA5F1C" w:rsidP="00155340">
      <w:pPr>
        <w:spacing w:line="360" w:lineRule="auto"/>
        <w:jc w:val="both"/>
      </w:pPr>
      <w:r>
        <w:t>Министр</w:t>
      </w:r>
      <w:r w:rsidR="0043787A">
        <w:tab/>
      </w:r>
      <w:r w:rsidR="0043787A">
        <w:tab/>
      </w:r>
      <w:r w:rsidR="0043787A">
        <w:tab/>
      </w:r>
      <w:r w:rsidR="0043787A">
        <w:tab/>
      </w:r>
      <w:r w:rsidR="0043787A">
        <w:tab/>
      </w:r>
      <w:r w:rsidR="0043787A">
        <w:tab/>
      </w:r>
      <w:r w:rsidR="0043787A">
        <w:tab/>
      </w:r>
      <w:r w:rsidR="0043787A">
        <w:tab/>
        <w:t xml:space="preserve">   </w:t>
      </w:r>
      <w:r w:rsidR="008B4D62">
        <w:t xml:space="preserve">  </w:t>
      </w:r>
      <w:r w:rsidR="0043787A">
        <w:t xml:space="preserve"> </w:t>
      </w:r>
      <w:r w:rsidR="007C625F">
        <w:t xml:space="preserve"> </w:t>
      </w:r>
      <w:r w:rsidR="0043787A">
        <w:t xml:space="preserve">   </w:t>
      </w:r>
      <w:r>
        <w:tab/>
      </w:r>
      <w:r>
        <w:tab/>
      </w:r>
      <w:r w:rsidR="0043787A">
        <w:t xml:space="preserve"> М.А.Куренков</w:t>
      </w:r>
    </w:p>
    <w:sectPr w:rsidR="0085764D" w:rsidSect="00417855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602" w:rsidRDefault="00D56602">
      <w:r>
        <w:separator/>
      </w:r>
    </w:p>
  </w:endnote>
  <w:endnote w:type="continuationSeparator" w:id="0">
    <w:p w:rsidR="00D56602" w:rsidRDefault="00D56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602" w:rsidRDefault="00D56602">
      <w:r>
        <w:separator/>
      </w:r>
    </w:p>
  </w:footnote>
  <w:footnote w:type="continuationSeparator" w:id="0">
    <w:p w:rsidR="00D56602" w:rsidRDefault="00D56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994ED6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4A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AE0" w:rsidRDefault="00C64A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994ED6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4A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375E">
      <w:rPr>
        <w:rStyle w:val="a7"/>
        <w:noProof/>
      </w:rPr>
      <w:t>2</w:t>
    </w:r>
    <w:r>
      <w:rPr>
        <w:rStyle w:val="a7"/>
      </w:rPr>
      <w:fldChar w:fldCharType="end"/>
    </w:r>
  </w:p>
  <w:p w:rsidR="00C64AE0" w:rsidRDefault="00C64AE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994ED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99.8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43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C64AE0" w:rsidRPr="00E52B15" w:rsidRDefault="00051B97" w:rsidP="00276416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8175" cy="609600"/>
                      <wp:effectExtent l="19050" t="0" r="9525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81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E0" w:rsidRPr="00803E72" w:rsidRDefault="00C64AE0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 xml:space="preserve">Министерство </w:t>
                </w:r>
              </w:p>
              <w:p w:rsidR="00C64AE0" w:rsidRDefault="00C64AE0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энергетики и </w:t>
                </w:r>
                <w:r w:rsidRPr="00803E72">
                  <w:rPr>
                    <w:b/>
                    <w:sz w:val="36"/>
                    <w:szCs w:val="36"/>
                  </w:rPr>
                  <w:t xml:space="preserve">жилищно-коммунального хозяйства </w:t>
                </w:r>
              </w:p>
              <w:p w:rsidR="00C64AE0" w:rsidRDefault="00C64AE0" w:rsidP="00A7662E">
                <w:pPr>
                  <w:ind w:right="-70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E0" w:rsidRPr="000F7B5C" w:rsidRDefault="00C64AE0" w:rsidP="00276416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E0" w:rsidRPr="000F7B5C" w:rsidRDefault="00C64AE0" w:rsidP="00276416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 w:rsidRPr="000F7B5C">
                  <w:rPr>
                    <w:caps/>
                    <w:spacing w:val="120"/>
                    <w:sz w:val="44"/>
                    <w:szCs w:val="44"/>
                  </w:rPr>
                  <w:t xml:space="preserve">Приказ </w:t>
                </w:r>
              </w:p>
              <w:p w:rsidR="00C64AE0" w:rsidRDefault="00C64AE0" w:rsidP="00276416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E0" w:rsidRDefault="00C64AE0" w:rsidP="00276416">
                <w:pPr>
                  <w:ind w:right="-70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E0" w:rsidRPr="002B6128" w:rsidRDefault="00C64AE0" w:rsidP="00FB1943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E0" w:rsidRDefault="00C64AE0" w:rsidP="00276416">
                <w:pPr>
                  <w:ind w:right="-70"/>
                  <w:rPr>
                    <w:sz w:val="20"/>
                  </w:rPr>
                </w:pPr>
              </w:p>
              <w:p w:rsidR="00C64AE0" w:rsidRPr="001772E6" w:rsidRDefault="00C64AE0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E0" w:rsidRDefault="00C64AE0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1D0"/>
    <w:multiLevelType w:val="hybridMultilevel"/>
    <w:tmpl w:val="2FA659D6"/>
    <w:lvl w:ilvl="0" w:tplc="E74832E6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3716EB"/>
    <w:multiLevelType w:val="hybridMultilevel"/>
    <w:tmpl w:val="52BAFF10"/>
    <w:lvl w:ilvl="0" w:tplc="3CD06CEE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62B2B"/>
    <w:multiLevelType w:val="hybridMultilevel"/>
    <w:tmpl w:val="A0F6976E"/>
    <w:lvl w:ilvl="0" w:tplc="574A40D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4A131F"/>
    <w:multiLevelType w:val="multilevel"/>
    <w:tmpl w:val="A392C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1EEE42C9"/>
    <w:multiLevelType w:val="hybridMultilevel"/>
    <w:tmpl w:val="33BE5C10"/>
    <w:lvl w:ilvl="0" w:tplc="4F8E9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817F7C"/>
    <w:multiLevelType w:val="hybridMultilevel"/>
    <w:tmpl w:val="E6866018"/>
    <w:lvl w:ilvl="0" w:tplc="238C01D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765454"/>
    <w:multiLevelType w:val="hybridMultilevel"/>
    <w:tmpl w:val="3148F35A"/>
    <w:lvl w:ilvl="0" w:tplc="C40EFDB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6275C6"/>
    <w:multiLevelType w:val="hybridMultilevel"/>
    <w:tmpl w:val="575604B2"/>
    <w:lvl w:ilvl="0" w:tplc="293A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96330"/>
    <w:multiLevelType w:val="multilevel"/>
    <w:tmpl w:val="E82CA7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abstractNum w:abstractNumId="9">
    <w:nsid w:val="34572A36"/>
    <w:multiLevelType w:val="hybridMultilevel"/>
    <w:tmpl w:val="51660788"/>
    <w:lvl w:ilvl="0" w:tplc="0BF41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6913DA"/>
    <w:multiLevelType w:val="hybridMultilevel"/>
    <w:tmpl w:val="654A268E"/>
    <w:lvl w:ilvl="0" w:tplc="4442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2618C2"/>
    <w:multiLevelType w:val="hybridMultilevel"/>
    <w:tmpl w:val="CE505708"/>
    <w:lvl w:ilvl="0" w:tplc="D6E49D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232F40"/>
    <w:multiLevelType w:val="hybridMultilevel"/>
    <w:tmpl w:val="132CF904"/>
    <w:lvl w:ilvl="0" w:tplc="59D47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6766F4"/>
    <w:multiLevelType w:val="hybridMultilevel"/>
    <w:tmpl w:val="D1A65A06"/>
    <w:lvl w:ilvl="0" w:tplc="F3940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166B33"/>
    <w:multiLevelType w:val="hybridMultilevel"/>
    <w:tmpl w:val="0AE43248"/>
    <w:lvl w:ilvl="0" w:tplc="18E8C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190F08"/>
    <w:multiLevelType w:val="multilevel"/>
    <w:tmpl w:val="83469D9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16">
    <w:nsid w:val="6E840070"/>
    <w:multiLevelType w:val="multilevel"/>
    <w:tmpl w:val="8534BF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21B53A3"/>
    <w:multiLevelType w:val="hybridMultilevel"/>
    <w:tmpl w:val="4D9A638E"/>
    <w:lvl w:ilvl="0" w:tplc="2910B5D6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D06140"/>
    <w:multiLevelType w:val="multilevel"/>
    <w:tmpl w:val="D7D24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abstractNum w:abstractNumId="19">
    <w:nsid w:val="76323B1C"/>
    <w:multiLevelType w:val="hybridMultilevel"/>
    <w:tmpl w:val="35E88BA6"/>
    <w:lvl w:ilvl="0" w:tplc="664A9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6E876CB"/>
    <w:multiLevelType w:val="multilevel"/>
    <w:tmpl w:val="95A08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7"/>
  </w:num>
  <w:num w:numId="5">
    <w:abstractNumId w:val="0"/>
  </w:num>
  <w:num w:numId="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15"/>
  </w:num>
  <w:num w:numId="10">
    <w:abstractNumId w:val="20"/>
  </w:num>
  <w:num w:numId="11">
    <w:abstractNumId w:val="3"/>
  </w:num>
  <w:num w:numId="12">
    <w:abstractNumId w:val="9"/>
  </w:num>
  <w:num w:numId="13">
    <w:abstractNumId w:val="10"/>
  </w:num>
  <w:num w:numId="14">
    <w:abstractNumId w:val="13"/>
  </w:num>
  <w:num w:numId="15">
    <w:abstractNumId w:val="18"/>
  </w:num>
  <w:num w:numId="16">
    <w:abstractNumId w:val="8"/>
  </w:num>
  <w:num w:numId="17">
    <w:abstractNumId w:val="16"/>
  </w:num>
  <w:num w:numId="18">
    <w:abstractNumId w:val="11"/>
  </w:num>
  <w:num w:numId="19">
    <w:abstractNumId w:val="6"/>
  </w:num>
  <w:num w:numId="20">
    <w:abstractNumId w:val="12"/>
  </w:num>
  <w:num w:numId="21">
    <w:abstractNumId w:val="4"/>
  </w:num>
  <w:num w:numId="22">
    <w:abstractNumId w:val="7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ctiveWritingStyle w:appName="MSWord" w:lang="en-US" w:vendorID="8" w:dllVersion="513" w:checkStyle="1"/>
  <w:proofState w:spelling="clean"/>
  <w:attachedTemplate r:id="rId1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BE48A5"/>
    <w:rsid w:val="00001406"/>
    <w:rsid w:val="00003787"/>
    <w:rsid w:val="000060D8"/>
    <w:rsid w:val="000071F6"/>
    <w:rsid w:val="00011EF3"/>
    <w:rsid w:val="00013314"/>
    <w:rsid w:val="00013910"/>
    <w:rsid w:val="00015E48"/>
    <w:rsid w:val="00021CE9"/>
    <w:rsid w:val="00023D72"/>
    <w:rsid w:val="000302FA"/>
    <w:rsid w:val="00037B17"/>
    <w:rsid w:val="00040D26"/>
    <w:rsid w:val="00043154"/>
    <w:rsid w:val="000456BC"/>
    <w:rsid w:val="00051B97"/>
    <w:rsid w:val="00055700"/>
    <w:rsid w:val="00056E1C"/>
    <w:rsid w:val="00060F92"/>
    <w:rsid w:val="00065232"/>
    <w:rsid w:val="000654B8"/>
    <w:rsid w:val="00067541"/>
    <w:rsid w:val="0007001C"/>
    <w:rsid w:val="0007340B"/>
    <w:rsid w:val="000A2310"/>
    <w:rsid w:val="000B08AD"/>
    <w:rsid w:val="000C18D5"/>
    <w:rsid w:val="000C1F94"/>
    <w:rsid w:val="000D066A"/>
    <w:rsid w:val="000D5C79"/>
    <w:rsid w:val="000E0839"/>
    <w:rsid w:val="000E34F9"/>
    <w:rsid w:val="000F231A"/>
    <w:rsid w:val="000F3C08"/>
    <w:rsid w:val="000F4B45"/>
    <w:rsid w:val="000F7B5C"/>
    <w:rsid w:val="0010141B"/>
    <w:rsid w:val="0010360C"/>
    <w:rsid w:val="0010435E"/>
    <w:rsid w:val="0011138F"/>
    <w:rsid w:val="0011238B"/>
    <w:rsid w:val="00116E77"/>
    <w:rsid w:val="00124A24"/>
    <w:rsid w:val="001338CF"/>
    <w:rsid w:val="00137185"/>
    <w:rsid w:val="001451F4"/>
    <w:rsid w:val="00150BD0"/>
    <w:rsid w:val="00153C27"/>
    <w:rsid w:val="00154B4A"/>
    <w:rsid w:val="00155340"/>
    <w:rsid w:val="00171018"/>
    <w:rsid w:val="001772E6"/>
    <w:rsid w:val="001774CA"/>
    <w:rsid w:val="001852C0"/>
    <w:rsid w:val="00186E4E"/>
    <w:rsid w:val="001908FD"/>
    <w:rsid w:val="001926AA"/>
    <w:rsid w:val="001A4151"/>
    <w:rsid w:val="001A42AC"/>
    <w:rsid w:val="001B0675"/>
    <w:rsid w:val="001B18C6"/>
    <w:rsid w:val="001B362C"/>
    <w:rsid w:val="001C4E69"/>
    <w:rsid w:val="001C5A87"/>
    <w:rsid w:val="001C6337"/>
    <w:rsid w:val="001D0C76"/>
    <w:rsid w:val="001D2A3B"/>
    <w:rsid w:val="001D6129"/>
    <w:rsid w:val="001D6437"/>
    <w:rsid w:val="001D7488"/>
    <w:rsid w:val="001E0D3E"/>
    <w:rsid w:val="001F01BC"/>
    <w:rsid w:val="001F0640"/>
    <w:rsid w:val="001F10F7"/>
    <w:rsid w:val="001F2FF5"/>
    <w:rsid w:val="001F3093"/>
    <w:rsid w:val="001F49D5"/>
    <w:rsid w:val="001F4C24"/>
    <w:rsid w:val="00202AAC"/>
    <w:rsid w:val="00204DC6"/>
    <w:rsid w:val="0020715C"/>
    <w:rsid w:val="00216784"/>
    <w:rsid w:val="00216C43"/>
    <w:rsid w:val="002175D4"/>
    <w:rsid w:val="00217A74"/>
    <w:rsid w:val="0022015C"/>
    <w:rsid w:val="002221C3"/>
    <w:rsid w:val="00231A38"/>
    <w:rsid w:val="002341B0"/>
    <w:rsid w:val="00234A33"/>
    <w:rsid w:val="00234B97"/>
    <w:rsid w:val="002375A6"/>
    <w:rsid w:val="002443D1"/>
    <w:rsid w:val="00244F7D"/>
    <w:rsid w:val="00252A3D"/>
    <w:rsid w:val="00255CDC"/>
    <w:rsid w:val="002560AB"/>
    <w:rsid w:val="00256F61"/>
    <w:rsid w:val="00260E76"/>
    <w:rsid w:val="002624E8"/>
    <w:rsid w:val="00264379"/>
    <w:rsid w:val="002653FE"/>
    <w:rsid w:val="0026795A"/>
    <w:rsid w:val="00272708"/>
    <w:rsid w:val="00272809"/>
    <w:rsid w:val="00276416"/>
    <w:rsid w:val="0028400D"/>
    <w:rsid w:val="0029291F"/>
    <w:rsid w:val="00293AB1"/>
    <w:rsid w:val="0029404E"/>
    <w:rsid w:val="00297599"/>
    <w:rsid w:val="002A0F01"/>
    <w:rsid w:val="002A3642"/>
    <w:rsid w:val="002B135B"/>
    <w:rsid w:val="002B1B01"/>
    <w:rsid w:val="002B1CF2"/>
    <w:rsid w:val="002B6267"/>
    <w:rsid w:val="002B6DE4"/>
    <w:rsid w:val="002D106B"/>
    <w:rsid w:val="002E015D"/>
    <w:rsid w:val="002E22D6"/>
    <w:rsid w:val="00303CAD"/>
    <w:rsid w:val="00304F34"/>
    <w:rsid w:val="0031057F"/>
    <w:rsid w:val="00320496"/>
    <w:rsid w:val="00330BA2"/>
    <w:rsid w:val="003362C1"/>
    <w:rsid w:val="00336497"/>
    <w:rsid w:val="00337EF9"/>
    <w:rsid w:val="0034202A"/>
    <w:rsid w:val="003428A5"/>
    <w:rsid w:val="00343286"/>
    <w:rsid w:val="003474C9"/>
    <w:rsid w:val="00347E3B"/>
    <w:rsid w:val="003503C1"/>
    <w:rsid w:val="00350E33"/>
    <w:rsid w:val="003632AA"/>
    <w:rsid w:val="00373C71"/>
    <w:rsid w:val="00375072"/>
    <w:rsid w:val="003771B7"/>
    <w:rsid w:val="0038557C"/>
    <w:rsid w:val="003930DA"/>
    <w:rsid w:val="003940F5"/>
    <w:rsid w:val="00396D3C"/>
    <w:rsid w:val="003A5C64"/>
    <w:rsid w:val="003B19B7"/>
    <w:rsid w:val="003B316D"/>
    <w:rsid w:val="003B3994"/>
    <w:rsid w:val="003B7FBA"/>
    <w:rsid w:val="003C1B53"/>
    <w:rsid w:val="003D0138"/>
    <w:rsid w:val="003D54FF"/>
    <w:rsid w:val="003D62F9"/>
    <w:rsid w:val="003E21E2"/>
    <w:rsid w:val="003E2AC5"/>
    <w:rsid w:val="003E68CE"/>
    <w:rsid w:val="003F59F4"/>
    <w:rsid w:val="003F6BAF"/>
    <w:rsid w:val="00404DFA"/>
    <w:rsid w:val="00405AE8"/>
    <w:rsid w:val="00406FB1"/>
    <w:rsid w:val="004106A7"/>
    <w:rsid w:val="004133CA"/>
    <w:rsid w:val="00417855"/>
    <w:rsid w:val="0042090A"/>
    <w:rsid w:val="004245ED"/>
    <w:rsid w:val="0043210A"/>
    <w:rsid w:val="004352E1"/>
    <w:rsid w:val="0043564A"/>
    <w:rsid w:val="0043787A"/>
    <w:rsid w:val="00443472"/>
    <w:rsid w:val="00445D87"/>
    <w:rsid w:val="00451D47"/>
    <w:rsid w:val="00454156"/>
    <w:rsid w:val="00461BAF"/>
    <w:rsid w:val="00483D12"/>
    <w:rsid w:val="0048443F"/>
    <w:rsid w:val="00487792"/>
    <w:rsid w:val="00487B3A"/>
    <w:rsid w:val="0049234D"/>
    <w:rsid w:val="00494BDB"/>
    <w:rsid w:val="00497F83"/>
    <w:rsid w:val="004A3FF9"/>
    <w:rsid w:val="004A483E"/>
    <w:rsid w:val="004B02A2"/>
    <w:rsid w:val="004B3C01"/>
    <w:rsid w:val="004B4C9C"/>
    <w:rsid w:val="004C1E92"/>
    <w:rsid w:val="004C33BA"/>
    <w:rsid w:val="004C34C3"/>
    <w:rsid w:val="004D214C"/>
    <w:rsid w:val="004D56E8"/>
    <w:rsid w:val="004E334E"/>
    <w:rsid w:val="004F04D8"/>
    <w:rsid w:val="004F188B"/>
    <w:rsid w:val="004F21A0"/>
    <w:rsid w:val="004F7197"/>
    <w:rsid w:val="005000AE"/>
    <w:rsid w:val="00504DB3"/>
    <w:rsid w:val="005220E5"/>
    <w:rsid w:val="005231F2"/>
    <w:rsid w:val="00523C70"/>
    <w:rsid w:val="00532D63"/>
    <w:rsid w:val="00534585"/>
    <w:rsid w:val="00537886"/>
    <w:rsid w:val="00545AC5"/>
    <w:rsid w:val="00550648"/>
    <w:rsid w:val="00553403"/>
    <w:rsid w:val="00555844"/>
    <w:rsid w:val="005602FC"/>
    <w:rsid w:val="00560BDB"/>
    <w:rsid w:val="00564D01"/>
    <w:rsid w:val="005742A4"/>
    <w:rsid w:val="00586723"/>
    <w:rsid w:val="00590048"/>
    <w:rsid w:val="00592C1F"/>
    <w:rsid w:val="00593D39"/>
    <w:rsid w:val="0059464E"/>
    <w:rsid w:val="005A090E"/>
    <w:rsid w:val="005A1C27"/>
    <w:rsid w:val="005A45E5"/>
    <w:rsid w:val="005B0693"/>
    <w:rsid w:val="005B112B"/>
    <w:rsid w:val="005B1EDB"/>
    <w:rsid w:val="005B52B7"/>
    <w:rsid w:val="005B59CC"/>
    <w:rsid w:val="005B6804"/>
    <w:rsid w:val="005B7F24"/>
    <w:rsid w:val="005C13CF"/>
    <w:rsid w:val="005C5B3B"/>
    <w:rsid w:val="005C65B1"/>
    <w:rsid w:val="005C7A1E"/>
    <w:rsid w:val="005D20B2"/>
    <w:rsid w:val="005F0BE2"/>
    <w:rsid w:val="00600AFC"/>
    <w:rsid w:val="00601856"/>
    <w:rsid w:val="00604555"/>
    <w:rsid w:val="00611BD1"/>
    <w:rsid w:val="00611EC2"/>
    <w:rsid w:val="00615945"/>
    <w:rsid w:val="00621964"/>
    <w:rsid w:val="00625C82"/>
    <w:rsid w:val="0063056A"/>
    <w:rsid w:val="00640491"/>
    <w:rsid w:val="006452F5"/>
    <w:rsid w:val="00645873"/>
    <w:rsid w:val="006526CB"/>
    <w:rsid w:val="00654D06"/>
    <w:rsid w:val="0066629C"/>
    <w:rsid w:val="006669AC"/>
    <w:rsid w:val="00667BE6"/>
    <w:rsid w:val="0067053D"/>
    <w:rsid w:val="00673C34"/>
    <w:rsid w:val="00674978"/>
    <w:rsid w:val="00682EEE"/>
    <w:rsid w:val="006842AF"/>
    <w:rsid w:val="00693234"/>
    <w:rsid w:val="00696044"/>
    <w:rsid w:val="006B0739"/>
    <w:rsid w:val="006B201C"/>
    <w:rsid w:val="006B305B"/>
    <w:rsid w:val="006C1D04"/>
    <w:rsid w:val="006C2E62"/>
    <w:rsid w:val="006C5234"/>
    <w:rsid w:val="006D0F91"/>
    <w:rsid w:val="006D192B"/>
    <w:rsid w:val="006D5A3F"/>
    <w:rsid w:val="006D61BA"/>
    <w:rsid w:val="006D798B"/>
    <w:rsid w:val="006E1FD2"/>
    <w:rsid w:val="006E4067"/>
    <w:rsid w:val="006E4352"/>
    <w:rsid w:val="006F058D"/>
    <w:rsid w:val="00706D11"/>
    <w:rsid w:val="00706EB2"/>
    <w:rsid w:val="007111B7"/>
    <w:rsid w:val="00715B9A"/>
    <w:rsid w:val="007166CA"/>
    <w:rsid w:val="00720BE5"/>
    <w:rsid w:val="007212E3"/>
    <w:rsid w:val="007412BE"/>
    <w:rsid w:val="007427CC"/>
    <w:rsid w:val="00744818"/>
    <w:rsid w:val="0074787E"/>
    <w:rsid w:val="00752510"/>
    <w:rsid w:val="00754E66"/>
    <w:rsid w:val="00757FEF"/>
    <w:rsid w:val="00761B62"/>
    <w:rsid w:val="00772300"/>
    <w:rsid w:val="0079429C"/>
    <w:rsid w:val="007A34D9"/>
    <w:rsid w:val="007A3DAF"/>
    <w:rsid w:val="007B0AE3"/>
    <w:rsid w:val="007B25D4"/>
    <w:rsid w:val="007B4E39"/>
    <w:rsid w:val="007B6579"/>
    <w:rsid w:val="007C0775"/>
    <w:rsid w:val="007C625F"/>
    <w:rsid w:val="007C78A7"/>
    <w:rsid w:val="007D77CD"/>
    <w:rsid w:val="007F3712"/>
    <w:rsid w:val="007F415B"/>
    <w:rsid w:val="0080276F"/>
    <w:rsid w:val="008043DA"/>
    <w:rsid w:val="0080687B"/>
    <w:rsid w:val="008142D8"/>
    <w:rsid w:val="00817B59"/>
    <w:rsid w:val="00820149"/>
    <w:rsid w:val="008249BF"/>
    <w:rsid w:val="00856ED0"/>
    <w:rsid w:val="0085764D"/>
    <w:rsid w:val="00867D97"/>
    <w:rsid w:val="00873BE6"/>
    <w:rsid w:val="00881793"/>
    <w:rsid w:val="008853A0"/>
    <w:rsid w:val="008A1ACE"/>
    <w:rsid w:val="008A3D02"/>
    <w:rsid w:val="008A43CB"/>
    <w:rsid w:val="008B4D62"/>
    <w:rsid w:val="008B7F5F"/>
    <w:rsid w:val="008B7FCE"/>
    <w:rsid w:val="008D13B2"/>
    <w:rsid w:val="008D30B4"/>
    <w:rsid w:val="008D54C2"/>
    <w:rsid w:val="008D5E3D"/>
    <w:rsid w:val="008D6BE8"/>
    <w:rsid w:val="008E29CD"/>
    <w:rsid w:val="008E375E"/>
    <w:rsid w:val="008F1E9A"/>
    <w:rsid w:val="008F28BA"/>
    <w:rsid w:val="008F45D2"/>
    <w:rsid w:val="008F5A46"/>
    <w:rsid w:val="00900FD8"/>
    <w:rsid w:val="00915D59"/>
    <w:rsid w:val="00923AEC"/>
    <w:rsid w:val="00927565"/>
    <w:rsid w:val="009315CB"/>
    <w:rsid w:val="00933505"/>
    <w:rsid w:val="00936BFB"/>
    <w:rsid w:val="00940337"/>
    <w:rsid w:val="00944CF3"/>
    <w:rsid w:val="009458C7"/>
    <w:rsid w:val="00953171"/>
    <w:rsid w:val="009574D8"/>
    <w:rsid w:val="00957A15"/>
    <w:rsid w:val="00964B28"/>
    <w:rsid w:val="00967791"/>
    <w:rsid w:val="00971CE2"/>
    <w:rsid w:val="009745C2"/>
    <w:rsid w:val="00977E71"/>
    <w:rsid w:val="009805F8"/>
    <w:rsid w:val="00981AA1"/>
    <w:rsid w:val="009829A0"/>
    <w:rsid w:val="00985F1A"/>
    <w:rsid w:val="00994ED6"/>
    <w:rsid w:val="00995DDA"/>
    <w:rsid w:val="009A097A"/>
    <w:rsid w:val="009A1272"/>
    <w:rsid w:val="009A1D2F"/>
    <w:rsid w:val="009A3E56"/>
    <w:rsid w:val="009A4F97"/>
    <w:rsid w:val="009B0401"/>
    <w:rsid w:val="009C464B"/>
    <w:rsid w:val="009C6A2C"/>
    <w:rsid w:val="009D0B51"/>
    <w:rsid w:val="009E5522"/>
    <w:rsid w:val="009E5C03"/>
    <w:rsid w:val="009F2478"/>
    <w:rsid w:val="009F342D"/>
    <w:rsid w:val="009F3F52"/>
    <w:rsid w:val="00A12790"/>
    <w:rsid w:val="00A1288C"/>
    <w:rsid w:val="00A13E3B"/>
    <w:rsid w:val="00A20F34"/>
    <w:rsid w:val="00A41015"/>
    <w:rsid w:val="00A44963"/>
    <w:rsid w:val="00A50E6A"/>
    <w:rsid w:val="00A559FC"/>
    <w:rsid w:val="00A6020D"/>
    <w:rsid w:val="00A6662E"/>
    <w:rsid w:val="00A703C9"/>
    <w:rsid w:val="00A7662E"/>
    <w:rsid w:val="00A83A1E"/>
    <w:rsid w:val="00A84E03"/>
    <w:rsid w:val="00A85BFC"/>
    <w:rsid w:val="00A9008D"/>
    <w:rsid w:val="00A9215B"/>
    <w:rsid w:val="00A93E34"/>
    <w:rsid w:val="00AA29DD"/>
    <w:rsid w:val="00AA399F"/>
    <w:rsid w:val="00AA5448"/>
    <w:rsid w:val="00AB172A"/>
    <w:rsid w:val="00AB218A"/>
    <w:rsid w:val="00AB747E"/>
    <w:rsid w:val="00AC2FF2"/>
    <w:rsid w:val="00AC5AA7"/>
    <w:rsid w:val="00AD3078"/>
    <w:rsid w:val="00AD3439"/>
    <w:rsid w:val="00AD37C9"/>
    <w:rsid w:val="00AD53AE"/>
    <w:rsid w:val="00AD5ECB"/>
    <w:rsid w:val="00AD7CA2"/>
    <w:rsid w:val="00AE21A1"/>
    <w:rsid w:val="00AE2D1B"/>
    <w:rsid w:val="00AE4FD3"/>
    <w:rsid w:val="00AF0B09"/>
    <w:rsid w:val="00AF5A1A"/>
    <w:rsid w:val="00B06DD0"/>
    <w:rsid w:val="00B06F1D"/>
    <w:rsid w:val="00B11131"/>
    <w:rsid w:val="00B14324"/>
    <w:rsid w:val="00B2338B"/>
    <w:rsid w:val="00B26008"/>
    <w:rsid w:val="00B337A2"/>
    <w:rsid w:val="00B33EFB"/>
    <w:rsid w:val="00B440FD"/>
    <w:rsid w:val="00B470D6"/>
    <w:rsid w:val="00B54888"/>
    <w:rsid w:val="00B55266"/>
    <w:rsid w:val="00B6056A"/>
    <w:rsid w:val="00B71A40"/>
    <w:rsid w:val="00B75DFC"/>
    <w:rsid w:val="00B91CE2"/>
    <w:rsid w:val="00B95A7E"/>
    <w:rsid w:val="00B970D1"/>
    <w:rsid w:val="00BA2ACF"/>
    <w:rsid w:val="00BA34A0"/>
    <w:rsid w:val="00BA3B7E"/>
    <w:rsid w:val="00BA49B8"/>
    <w:rsid w:val="00BA52EF"/>
    <w:rsid w:val="00BB1C49"/>
    <w:rsid w:val="00BB546A"/>
    <w:rsid w:val="00BB6504"/>
    <w:rsid w:val="00BC183A"/>
    <w:rsid w:val="00BC61C1"/>
    <w:rsid w:val="00BD42E8"/>
    <w:rsid w:val="00BE20D4"/>
    <w:rsid w:val="00BE43C1"/>
    <w:rsid w:val="00BE48A5"/>
    <w:rsid w:val="00BF49B3"/>
    <w:rsid w:val="00C00F42"/>
    <w:rsid w:val="00C021E5"/>
    <w:rsid w:val="00C022A1"/>
    <w:rsid w:val="00C07083"/>
    <w:rsid w:val="00C12438"/>
    <w:rsid w:val="00C13204"/>
    <w:rsid w:val="00C23D45"/>
    <w:rsid w:val="00C37123"/>
    <w:rsid w:val="00C40DFF"/>
    <w:rsid w:val="00C41A92"/>
    <w:rsid w:val="00C425B7"/>
    <w:rsid w:val="00C44F94"/>
    <w:rsid w:val="00C52673"/>
    <w:rsid w:val="00C578AA"/>
    <w:rsid w:val="00C601CA"/>
    <w:rsid w:val="00C60A45"/>
    <w:rsid w:val="00C62E15"/>
    <w:rsid w:val="00C64AE0"/>
    <w:rsid w:val="00C656BA"/>
    <w:rsid w:val="00C66653"/>
    <w:rsid w:val="00C71F83"/>
    <w:rsid w:val="00C81194"/>
    <w:rsid w:val="00C82BC6"/>
    <w:rsid w:val="00C840E3"/>
    <w:rsid w:val="00C849B4"/>
    <w:rsid w:val="00C9045B"/>
    <w:rsid w:val="00C9153C"/>
    <w:rsid w:val="00C91564"/>
    <w:rsid w:val="00CA6707"/>
    <w:rsid w:val="00CB355D"/>
    <w:rsid w:val="00CB61C2"/>
    <w:rsid w:val="00CC25FD"/>
    <w:rsid w:val="00CC2F89"/>
    <w:rsid w:val="00CC47F1"/>
    <w:rsid w:val="00CC52CE"/>
    <w:rsid w:val="00CC5A9E"/>
    <w:rsid w:val="00CD0C36"/>
    <w:rsid w:val="00CD3CB3"/>
    <w:rsid w:val="00CD6BEC"/>
    <w:rsid w:val="00CE0344"/>
    <w:rsid w:val="00CE36CF"/>
    <w:rsid w:val="00CF4520"/>
    <w:rsid w:val="00D01C98"/>
    <w:rsid w:val="00D027C0"/>
    <w:rsid w:val="00D1074E"/>
    <w:rsid w:val="00D21E36"/>
    <w:rsid w:val="00D26C5B"/>
    <w:rsid w:val="00D27EDC"/>
    <w:rsid w:val="00D3028B"/>
    <w:rsid w:val="00D310D1"/>
    <w:rsid w:val="00D322E6"/>
    <w:rsid w:val="00D35B84"/>
    <w:rsid w:val="00D471AE"/>
    <w:rsid w:val="00D50417"/>
    <w:rsid w:val="00D56602"/>
    <w:rsid w:val="00D663D9"/>
    <w:rsid w:val="00D67666"/>
    <w:rsid w:val="00D7433F"/>
    <w:rsid w:val="00D76701"/>
    <w:rsid w:val="00D76A20"/>
    <w:rsid w:val="00D8651C"/>
    <w:rsid w:val="00D96AC5"/>
    <w:rsid w:val="00DA2CF7"/>
    <w:rsid w:val="00DA2FB2"/>
    <w:rsid w:val="00DA3D29"/>
    <w:rsid w:val="00DB33EE"/>
    <w:rsid w:val="00DB6EF5"/>
    <w:rsid w:val="00DC1107"/>
    <w:rsid w:val="00DC2FB4"/>
    <w:rsid w:val="00DC716C"/>
    <w:rsid w:val="00DD59AF"/>
    <w:rsid w:val="00DE3112"/>
    <w:rsid w:val="00DE6768"/>
    <w:rsid w:val="00DE6D58"/>
    <w:rsid w:val="00DF6851"/>
    <w:rsid w:val="00E02C61"/>
    <w:rsid w:val="00E05968"/>
    <w:rsid w:val="00E05BC0"/>
    <w:rsid w:val="00E144A5"/>
    <w:rsid w:val="00E14C5A"/>
    <w:rsid w:val="00E150A6"/>
    <w:rsid w:val="00E24AE5"/>
    <w:rsid w:val="00E24D28"/>
    <w:rsid w:val="00E27770"/>
    <w:rsid w:val="00E31775"/>
    <w:rsid w:val="00E32342"/>
    <w:rsid w:val="00E35F18"/>
    <w:rsid w:val="00E41046"/>
    <w:rsid w:val="00E42FA4"/>
    <w:rsid w:val="00E450D6"/>
    <w:rsid w:val="00E52B15"/>
    <w:rsid w:val="00E649D6"/>
    <w:rsid w:val="00E674D1"/>
    <w:rsid w:val="00E73803"/>
    <w:rsid w:val="00E76580"/>
    <w:rsid w:val="00E82187"/>
    <w:rsid w:val="00E849C2"/>
    <w:rsid w:val="00E85825"/>
    <w:rsid w:val="00E943BC"/>
    <w:rsid w:val="00EB0718"/>
    <w:rsid w:val="00EB2562"/>
    <w:rsid w:val="00EB61C6"/>
    <w:rsid w:val="00EC0ED1"/>
    <w:rsid w:val="00ED2583"/>
    <w:rsid w:val="00ED31A0"/>
    <w:rsid w:val="00ED6697"/>
    <w:rsid w:val="00EE7689"/>
    <w:rsid w:val="00EF49CB"/>
    <w:rsid w:val="00EF6137"/>
    <w:rsid w:val="00EF76AF"/>
    <w:rsid w:val="00F0079E"/>
    <w:rsid w:val="00F0383F"/>
    <w:rsid w:val="00F03D03"/>
    <w:rsid w:val="00F12E73"/>
    <w:rsid w:val="00F154F8"/>
    <w:rsid w:val="00F20CCD"/>
    <w:rsid w:val="00F31112"/>
    <w:rsid w:val="00F31813"/>
    <w:rsid w:val="00F35FDB"/>
    <w:rsid w:val="00F4171C"/>
    <w:rsid w:val="00F5527C"/>
    <w:rsid w:val="00F577E4"/>
    <w:rsid w:val="00F602AB"/>
    <w:rsid w:val="00F6166D"/>
    <w:rsid w:val="00F633AF"/>
    <w:rsid w:val="00F74556"/>
    <w:rsid w:val="00F82632"/>
    <w:rsid w:val="00F861A1"/>
    <w:rsid w:val="00F90889"/>
    <w:rsid w:val="00FA03A9"/>
    <w:rsid w:val="00FA58C3"/>
    <w:rsid w:val="00FA5F1C"/>
    <w:rsid w:val="00FA6147"/>
    <w:rsid w:val="00FB1943"/>
    <w:rsid w:val="00FB59AA"/>
    <w:rsid w:val="00FC0063"/>
    <w:rsid w:val="00FC28D0"/>
    <w:rsid w:val="00FD7D6A"/>
    <w:rsid w:val="00FF259D"/>
    <w:rsid w:val="00FF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C6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2C6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02C61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E02C61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customStyle="1" w:styleId="a9">
    <w:name w:val="???????"/>
    <w:rsid w:val="00D35B84"/>
    <w:rPr>
      <w:sz w:val="28"/>
    </w:rPr>
  </w:style>
  <w:style w:type="paragraph" w:customStyle="1" w:styleId="ConsPlusNormal">
    <w:name w:val="ConsPlusNormal"/>
    <w:rsid w:val="007427CC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FA6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.Harcheva\&#1056;&#1072;&#1073;&#1086;&#1095;&#1080;&#1081;%20&#1089;&#1090;&#1086;&#1083;\&#1055;&#1088;&#1086;&#1077;&#1082;&#1090;&#1099;\&#1055;&#1088;&#1080;&#1082;&#1072;&#1079;&#1099;\&#1087;&#1086;%20515%20&#1055;&#1055;&#1053;&#1054;\&#1055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1515F-EC5A-4CBC-95B2-D7CB094E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79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Manager>Крепак Ирина Олеговна</Manager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>Бланки</dc:subject>
  <dc:creator>L.Harcheva</dc:creator>
  <cp:keywords>Бланки, шаблоны</cp:keywords>
  <cp:lastModifiedBy>E.Gusheva</cp:lastModifiedBy>
  <cp:revision>30</cp:revision>
  <cp:lastPrinted>2018-11-20T12:27:00Z</cp:lastPrinted>
  <dcterms:created xsi:type="dcterms:W3CDTF">2022-06-01T09:53:00Z</dcterms:created>
  <dcterms:modified xsi:type="dcterms:W3CDTF">2025-10-24T11:03:00Z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